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4D3E4415" w:rsidR="008260A6" w:rsidRDefault="006821C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17.07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2C07BB70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6821C9">
              <w:rPr>
                <w:rFonts w:cs="Arial"/>
                <w:szCs w:val="20"/>
              </w:rPr>
              <w:t>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2F7A2027" w:rsidR="008260A6" w:rsidRDefault="00463CBB" w:rsidP="008260A6">
            <w:pPr>
              <w:rPr>
                <w:rFonts w:cs="Arial"/>
                <w:szCs w:val="20"/>
              </w:rPr>
            </w:pPr>
            <w:r w:rsidRPr="00463CBB">
              <w:rPr>
                <w:rFonts w:cs="Arial"/>
                <w:szCs w:val="20"/>
              </w:rPr>
              <w:t>2-</w:t>
            </w:r>
            <w:r w:rsidR="006821C9">
              <w:rPr>
                <w:rFonts w:cs="Arial"/>
                <w:szCs w:val="20"/>
              </w:rPr>
              <w:t>25-6235</w:t>
            </w:r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r>
        <w:rPr>
          <w:rFonts w:cs="Arial"/>
          <w:szCs w:val="20"/>
        </w:rPr>
        <w:t xml:space="preserve">Tatari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463CBB" w:rsidP="00463CBB">
      <w:pPr>
        <w:rPr>
          <w:rFonts w:cs="Arial"/>
          <w:szCs w:val="20"/>
        </w:rPr>
      </w:pPr>
      <w:hyperlink r:id="rId14" w:history="1">
        <w:r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7F0D19C9" w14:textId="499C6E35" w:rsidR="007D6E02" w:rsidRDefault="00463CBB" w:rsidP="0031577C">
      <w:pPr>
        <w:jc w:val="both"/>
        <w:rPr>
          <w:rFonts w:cs="Arial"/>
          <w:szCs w:val="20"/>
          <w:lang w:val="et-EE"/>
        </w:rPr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r w:rsidR="006821C9">
        <w:rPr>
          <w:rFonts w:cs="Arial"/>
          <w:szCs w:val="20"/>
          <w:lang w:val="et-EE"/>
        </w:rPr>
        <w:t>2-25-6235</w:t>
      </w:r>
      <w:r w:rsidRPr="007D6E02">
        <w:rPr>
          <w:rFonts w:cs="Arial"/>
          <w:szCs w:val="20"/>
          <w:lang w:val="et-EE"/>
        </w:rPr>
        <w:t xml:space="preserve"> </w:t>
      </w:r>
      <w:proofErr w:type="spellStart"/>
      <w:r w:rsidR="00A14D66" w:rsidRPr="00A14D66">
        <w:rPr>
          <w:rFonts w:cs="Arial"/>
          <w:szCs w:val="20"/>
          <w:lang w:val="et-EE"/>
        </w:rPr>
        <w:t>Tailor</w:t>
      </w:r>
      <w:proofErr w:type="spellEnd"/>
      <w:r w:rsidR="00A14D66" w:rsidRPr="00A14D66">
        <w:rPr>
          <w:rFonts w:cs="Arial"/>
          <w:szCs w:val="20"/>
          <w:lang w:val="et-EE"/>
        </w:rPr>
        <w:t xml:space="preserve"> Service OÜ</w:t>
      </w:r>
      <w:r w:rsidR="00A14D66">
        <w:rPr>
          <w:rFonts w:cs="Arial"/>
          <w:szCs w:val="20"/>
          <w:lang w:val="et-EE"/>
        </w:rPr>
        <w:t xml:space="preserve"> (registrikood: </w:t>
      </w:r>
      <w:r w:rsidR="00A14D66" w:rsidRPr="00A14D66">
        <w:rPr>
          <w:rFonts w:cs="Arial"/>
          <w:szCs w:val="20"/>
        </w:rPr>
        <w:t>12143070</w:t>
      </w:r>
      <w:r w:rsidR="00A14D66">
        <w:rPr>
          <w:rFonts w:cs="Arial"/>
          <w:szCs w:val="20"/>
        </w:rPr>
        <w:t>)</w:t>
      </w:r>
      <w:r w:rsidR="00A14D66" w:rsidRPr="00A14D66">
        <w:rPr>
          <w:rFonts w:cs="Arial"/>
          <w:szCs w:val="20"/>
          <w:lang w:val="et-EE"/>
        </w:rPr>
        <w:t xml:space="preserve"> pankrotiavaldus</w:t>
      </w:r>
      <w:r w:rsidR="00A14D66">
        <w:rPr>
          <w:rFonts w:cs="Arial"/>
          <w:szCs w:val="20"/>
          <w:lang w:val="et-EE"/>
        </w:rPr>
        <w:t>.</w:t>
      </w:r>
    </w:p>
    <w:p w14:paraId="513DAAB8" w14:textId="77777777" w:rsidR="00A14D66" w:rsidRDefault="00A14D66" w:rsidP="0031577C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31577C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 xml:space="preserve">Vastavalt pankrotiseaduse § 30 </w:t>
      </w:r>
      <w:proofErr w:type="spellStart"/>
      <w:r>
        <w:rPr>
          <w:rFonts w:cs="Arial"/>
          <w:szCs w:val="20"/>
          <w:lang w:val="et-EE"/>
        </w:rPr>
        <w:t>lg-le</w:t>
      </w:r>
      <w:proofErr w:type="spellEnd"/>
      <w:r>
        <w:rPr>
          <w:rFonts w:cs="Arial"/>
          <w:szCs w:val="20"/>
          <w:lang w:val="et-EE"/>
        </w:rPr>
        <w:t xml:space="preserve">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31577C">
      <w:pPr>
        <w:jc w:val="both"/>
      </w:pPr>
    </w:p>
    <w:p w14:paraId="5078C3A1" w14:textId="5682F102" w:rsidR="00621D26" w:rsidRPr="00D33AAD" w:rsidRDefault="007D6E02" w:rsidP="0031577C">
      <w:pPr>
        <w:tabs>
          <w:tab w:val="left" w:pos="7320"/>
        </w:tabs>
        <w:jc w:val="both"/>
        <w:rPr>
          <w:lang w:val="et-EE"/>
        </w:rPr>
      </w:pPr>
      <w:r>
        <w:rPr>
          <w:lang w:val="et-EE"/>
        </w:rPr>
        <w:t xml:space="preserve">Kohus määras </w:t>
      </w:r>
      <w:r w:rsidR="007F735F">
        <w:rPr>
          <w:lang w:val="et-EE"/>
        </w:rPr>
        <w:t>08.07.2025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7F735F">
        <w:rPr>
          <w:lang w:val="et-EE"/>
        </w:rPr>
        <w:t>2500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="007F735F">
        <w:rPr>
          <w:lang w:val="et-EE"/>
        </w:rPr>
        <w:t xml:space="preserve"> </w:t>
      </w:r>
      <w:proofErr w:type="spellStart"/>
      <w:r w:rsidR="007F735F" w:rsidRPr="00A14D66">
        <w:rPr>
          <w:rFonts w:cs="Arial"/>
          <w:szCs w:val="20"/>
          <w:lang w:val="et-EE"/>
        </w:rPr>
        <w:t>Tailor</w:t>
      </w:r>
      <w:proofErr w:type="spellEnd"/>
      <w:r w:rsidR="007F735F" w:rsidRPr="00A14D66">
        <w:rPr>
          <w:rFonts w:cs="Arial"/>
          <w:szCs w:val="20"/>
          <w:lang w:val="et-EE"/>
        </w:rPr>
        <w:t xml:space="preserve"> Service OÜ</w:t>
      </w:r>
      <w:r w:rsidR="007F735F">
        <w:rPr>
          <w:rFonts w:cs="Arial"/>
          <w:szCs w:val="20"/>
          <w:lang w:val="et-EE"/>
        </w:rPr>
        <w:t xml:space="preserve">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7F735F">
        <w:rPr>
          <w:lang w:val="et-EE"/>
        </w:rPr>
        <w:t>15.07.2025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7F735F">
        <w:rPr>
          <w:lang w:val="et-EE"/>
        </w:rPr>
        <w:t>08.07.2025</w:t>
      </w:r>
      <w:r>
        <w:rPr>
          <w:lang w:val="et-EE"/>
        </w:rPr>
        <w:t xml:space="preserve">. Deposiiti tasutud ei ole. </w:t>
      </w:r>
    </w:p>
    <w:p w14:paraId="2288AFC9" w14:textId="77777777" w:rsidR="007F735F" w:rsidRDefault="007F735F" w:rsidP="0031577C">
      <w:pPr>
        <w:spacing w:before="60" w:after="120"/>
        <w:jc w:val="both"/>
        <w:rPr>
          <w:lang w:val="et-EE"/>
        </w:rPr>
      </w:pPr>
    </w:p>
    <w:p w14:paraId="6DC01AE6" w14:textId="68FA089A" w:rsidR="007F735F" w:rsidRDefault="007D6E02" w:rsidP="0031577C">
      <w:pPr>
        <w:spacing w:before="60" w:after="120"/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r w:rsidR="007F735F">
        <w:rPr>
          <w:lang w:val="et-EE"/>
        </w:rPr>
        <w:t>2-25-6235</w:t>
      </w:r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</w:t>
      </w:r>
    </w:p>
    <w:p w14:paraId="47F95A5C" w14:textId="19A3BB41" w:rsidR="007D6E02" w:rsidRPr="00C94D82" w:rsidRDefault="007D6E02" w:rsidP="0031577C">
      <w:pPr>
        <w:spacing w:before="60" w:after="120"/>
        <w:jc w:val="both"/>
        <w:rPr>
          <w:b/>
          <w:bCs/>
          <w:lang w:val="et-EE"/>
        </w:rPr>
      </w:pPr>
      <w:r w:rsidRPr="00C94D82">
        <w:rPr>
          <w:b/>
          <w:bCs/>
          <w:lang w:val="et-EE"/>
        </w:rPr>
        <w:t xml:space="preserve">Kohus annab </w:t>
      </w:r>
      <w:r w:rsidR="00B84EB2" w:rsidRPr="00C94D82">
        <w:rPr>
          <w:b/>
          <w:bCs/>
          <w:lang w:val="et-EE"/>
        </w:rPr>
        <w:t xml:space="preserve">käesolevaga </w:t>
      </w:r>
      <w:r w:rsidRPr="00C94D82">
        <w:rPr>
          <w:b/>
          <w:bCs/>
          <w:lang w:val="et-EE"/>
        </w:rPr>
        <w:t xml:space="preserve">Konkurentsiametile tähtaja avaliku uurimismenetluse alustamise otsustamiseks ja kohtu teavitamiseks </w:t>
      </w:r>
      <w:r w:rsidR="00C94D82" w:rsidRPr="00C94D82">
        <w:rPr>
          <w:b/>
          <w:bCs/>
          <w:lang w:val="et-EE"/>
        </w:rPr>
        <w:t>21</w:t>
      </w:r>
      <w:r w:rsidRPr="00C94D82">
        <w:rPr>
          <w:b/>
          <w:bCs/>
          <w:lang w:val="et-EE"/>
        </w:rPr>
        <w:t xml:space="preserve">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6C50D" w14:textId="77777777" w:rsidR="004841F0" w:rsidRDefault="004841F0" w:rsidP="00DA1915">
      <w:r>
        <w:separator/>
      </w:r>
    </w:p>
  </w:endnote>
  <w:endnote w:type="continuationSeparator" w:id="0">
    <w:p w14:paraId="2F61B2AA" w14:textId="77777777" w:rsidR="004841F0" w:rsidRDefault="004841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787F3F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899ECE8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14222B38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DE0B9E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5BF4B" w14:textId="77777777" w:rsidR="004841F0" w:rsidRDefault="004841F0" w:rsidP="00DA1915">
      <w:r>
        <w:separator/>
      </w:r>
    </w:p>
  </w:footnote>
  <w:footnote w:type="continuationSeparator" w:id="0">
    <w:p w14:paraId="1BE8B402" w14:textId="77777777" w:rsidR="004841F0" w:rsidRDefault="004841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1828B4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1577C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3061E"/>
    <w:rsid w:val="00644995"/>
    <w:rsid w:val="006821C9"/>
    <w:rsid w:val="006C5155"/>
    <w:rsid w:val="006F03E6"/>
    <w:rsid w:val="007063FB"/>
    <w:rsid w:val="007259A7"/>
    <w:rsid w:val="00791DB2"/>
    <w:rsid w:val="007D6E02"/>
    <w:rsid w:val="007E2FBB"/>
    <w:rsid w:val="007F735F"/>
    <w:rsid w:val="008260A6"/>
    <w:rsid w:val="00873A81"/>
    <w:rsid w:val="008A49AC"/>
    <w:rsid w:val="008F0FC9"/>
    <w:rsid w:val="009C6417"/>
    <w:rsid w:val="00A14D66"/>
    <w:rsid w:val="00A252B8"/>
    <w:rsid w:val="00A87BC8"/>
    <w:rsid w:val="00AB7297"/>
    <w:rsid w:val="00AE1A18"/>
    <w:rsid w:val="00B1243C"/>
    <w:rsid w:val="00B310B5"/>
    <w:rsid w:val="00B57933"/>
    <w:rsid w:val="00B84EB2"/>
    <w:rsid w:val="00B93951"/>
    <w:rsid w:val="00BD6BF6"/>
    <w:rsid w:val="00C40CE5"/>
    <w:rsid w:val="00C8651B"/>
    <w:rsid w:val="00C94D82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3824"/>
    <w:rsid w:val="00EE667C"/>
    <w:rsid w:val="00F11AE2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info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7efbd9c4067d953ac99eac3740a2da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abb9d9bc677932bd9b8b84f32d0d6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10CCC2-CC8F-456C-8089-9D23B7CAFC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318D4-439D-420F-90F7-B6759FBD5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EE1809-0152-43CC-ACCA-EFA78A379CD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0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Linda Rahu - HMK</cp:lastModifiedBy>
  <cp:revision>2</cp:revision>
  <dcterms:created xsi:type="dcterms:W3CDTF">2025-07-17T07:43:00Z</dcterms:created>
  <dcterms:modified xsi:type="dcterms:W3CDTF">2025-07-17T07:43:00Z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18064400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2025-07-17T07:40:17Z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d18600d9-8ca9-4d29-9b3c-5187ef9c92c3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